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48" w:rsidRPr="008C1006" w:rsidRDefault="00DD2348" w:rsidP="008047E9">
      <w:pPr>
        <w:tabs>
          <w:tab w:val="left" w:pos="1843"/>
        </w:tabs>
      </w:pPr>
      <w:r w:rsidRPr="00F800E9">
        <w:rPr>
          <w:rFonts w:ascii="Arial" w:hAnsi="Arial" w:cs="Arial"/>
        </w:rPr>
        <w:object w:dxaOrig="13499" w:dyaOrig="18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606.75pt" o:ole="">
            <v:imagedata r:id="rId6" o:title=""/>
          </v:shape>
          <o:OLEObject Type="Embed" ProgID="Excel.Sheet.8" ShapeID="_x0000_i1025" DrawAspect="Content" ObjectID="_1601798360" r:id="rId7"/>
        </w:object>
      </w:r>
    </w:p>
    <w:sectPr w:rsidR="00DD2348" w:rsidRPr="008C1006" w:rsidSect="005951CE">
      <w:headerReference w:type="default" r:id="rId8"/>
      <w:footerReference w:type="default" r:id="rId9"/>
      <w:pgSz w:w="11906" w:h="16838"/>
      <w:pgMar w:top="1440" w:right="1800" w:bottom="1440" w:left="1800" w:header="17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348" w:rsidRDefault="00DD2348" w:rsidP="00C00D71">
      <w:r>
        <w:separator/>
      </w:r>
    </w:p>
  </w:endnote>
  <w:endnote w:type="continuationSeparator" w:id="0">
    <w:p w:rsidR="00DD2348" w:rsidRDefault="00DD2348" w:rsidP="00C00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348" w:rsidRDefault="00DD2348" w:rsidP="003B76BB">
    <w:pPr>
      <w:pStyle w:val="Footer"/>
      <w:ind w:right="360"/>
      <w:jc w:val="center"/>
    </w:pPr>
  </w:p>
  <w:p w:rsidR="00DD2348" w:rsidRPr="00D97D2E" w:rsidRDefault="00DD2348" w:rsidP="00FF6753">
    <w:pPr>
      <w:pStyle w:val="Footer"/>
      <w:ind w:right="360"/>
      <w:jc w:val="center"/>
      <w:rPr>
        <w:lang w:val="en-US"/>
      </w:rPr>
    </w:pPr>
  </w:p>
  <w:p w:rsidR="00DD2348" w:rsidRDefault="00DD23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348" w:rsidRDefault="00DD2348" w:rsidP="00C00D71">
      <w:r>
        <w:separator/>
      </w:r>
    </w:p>
  </w:footnote>
  <w:footnote w:type="continuationSeparator" w:id="0">
    <w:p w:rsidR="00DD2348" w:rsidRDefault="00DD2348" w:rsidP="00C00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348" w:rsidRPr="006646B9" w:rsidRDefault="00DD2348" w:rsidP="00235D87">
    <w:pPr>
      <w:pStyle w:val="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ΚΑΤΑΣΤΑΣΗ ΠΛΗΡΩΜΗΣ ΔΑΠΑΝΗΣ</w:t>
    </w:r>
  </w:p>
  <w:p w:rsidR="00DD2348" w:rsidRDefault="00DD2348">
    <w:pPr>
      <w:pStyle w:val="Header"/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D71"/>
    <w:rsid w:val="000105E9"/>
    <w:rsid w:val="000119E1"/>
    <w:rsid w:val="00056067"/>
    <w:rsid w:val="00062EC9"/>
    <w:rsid w:val="00071246"/>
    <w:rsid w:val="00072CB6"/>
    <w:rsid w:val="000A0AE3"/>
    <w:rsid w:val="000D5937"/>
    <w:rsid w:val="000E59ED"/>
    <w:rsid w:val="000E7149"/>
    <w:rsid w:val="001433FB"/>
    <w:rsid w:val="00145674"/>
    <w:rsid w:val="00162285"/>
    <w:rsid w:val="001754AE"/>
    <w:rsid w:val="0018510E"/>
    <w:rsid w:val="001A56A6"/>
    <w:rsid w:val="001E70C9"/>
    <w:rsid w:val="00203095"/>
    <w:rsid w:val="00235D87"/>
    <w:rsid w:val="002475DE"/>
    <w:rsid w:val="00272045"/>
    <w:rsid w:val="00300CB9"/>
    <w:rsid w:val="003164EA"/>
    <w:rsid w:val="00326FE0"/>
    <w:rsid w:val="00357EE1"/>
    <w:rsid w:val="00360E24"/>
    <w:rsid w:val="003B76BB"/>
    <w:rsid w:val="003C3C0A"/>
    <w:rsid w:val="003F78EA"/>
    <w:rsid w:val="00400DE5"/>
    <w:rsid w:val="00412330"/>
    <w:rsid w:val="00421563"/>
    <w:rsid w:val="004746E0"/>
    <w:rsid w:val="004A7268"/>
    <w:rsid w:val="00510131"/>
    <w:rsid w:val="00537943"/>
    <w:rsid w:val="005753D6"/>
    <w:rsid w:val="0058419C"/>
    <w:rsid w:val="005951CE"/>
    <w:rsid w:val="0062517C"/>
    <w:rsid w:val="0064208D"/>
    <w:rsid w:val="00657508"/>
    <w:rsid w:val="006646B9"/>
    <w:rsid w:val="006B7910"/>
    <w:rsid w:val="00706213"/>
    <w:rsid w:val="007A35BF"/>
    <w:rsid w:val="007C0BAC"/>
    <w:rsid w:val="008047E9"/>
    <w:rsid w:val="00814563"/>
    <w:rsid w:val="00851547"/>
    <w:rsid w:val="008B0E81"/>
    <w:rsid w:val="008C1006"/>
    <w:rsid w:val="0090051F"/>
    <w:rsid w:val="009E20FA"/>
    <w:rsid w:val="009F6826"/>
    <w:rsid w:val="00A00E52"/>
    <w:rsid w:val="00A23430"/>
    <w:rsid w:val="00A65E27"/>
    <w:rsid w:val="00AD1FC8"/>
    <w:rsid w:val="00BD4A83"/>
    <w:rsid w:val="00C00D71"/>
    <w:rsid w:val="00CF3DAA"/>
    <w:rsid w:val="00D2580A"/>
    <w:rsid w:val="00D43AEF"/>
    <w:rsid w:val="00D44BF7"/>
    <w:rsid w:val="00D86392"/>
    <w:rsid w:val="00D87FA8"/>
    <w:rsid w:val="00D97D2E"/>
    <w:rsid w:val="00DB2008"/>
    <w:rsid w:val="00DD2348"/>
    <w:rsid w:val="00E066F9"/>
    <w:rsid w:val="00E524E1"/>
    <w:rsid w:val="00F0347C"/>
    <w:rsid w:val="00F76FC6"/>
    <w:rsid w:val="00F800E9"/>
    <w:rsid w:val="00F9697B"/>
    <w:rsid w:val="00FF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D71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0D71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0D71"/>
    <w:rPr>
      <w:rFonts w:ascii="Cambria" w:hAnsi="Cambria" w:cs="Cambria"/>
      <w:b/>
      <w:bCs/>
      <w:color w:val="365F91"/>
      <w:sz w:val="28"/>
      <w:szCs w:val="28"/>
      <w:lang w:eastAsia="el-GR"/>
    </w:rPr>
  </w:style>
  <w:style w:type="paragraph" w:customStyle="1" w:styleId="a">
    <w:name w:val="Υποκεφάλαιο"/>
    <w:basedOn w:val="Heading1"/>
    <w:uiPriority w:val="99"/>
    <w:rsid w:val="00C00D71"/>
    <w:pPr>
      <w:keepLines w:val="0"/>
      <w:spacing w:before="0"/>
      <w:outlineLvl w:val="1"/>
    </w:pPr>
    <w:rPr>
      <w:rFonts w:ascii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00D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0D71"/>
    <w:rPr>
      <w:rFonts w:ascii="Tahoma" w:hAnsi="Tahoma" w:cs="Tahoma"/>
      <w:sz w:val="16"/>
      <w:szCs w:val="16"/>
      <w:lang w:eastAsia="el-GR"/>
    </w:rPr>
  </w:style>
  <w:style w:type="paragraph" w:styleId="Header">
    <w:name w:val="header"/>
    <w:basedOn w:val="Normal"/>
    <w:link w:val="HeaderChar"/>
    <w:uiPriority w:val="99"/>
    <w:rsid w:val="00C00D7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00D71"/>
    <w:rPr>
      <w:rFonts w:ascii="Times New Roman" w:hAnsi="Times New Roman" w:cs="Times New Roman"/>
      <w:sz w:val="20"/>
      <w:szCs w:val="20"/>
      <w:lang w:eastAsia="el-GR"/>
    </w:rPr>
  </w:style>
  <w:style w:type="paragraph" w:styleId="Footer">
    <w:name w:val="footer"/>
    <w:aliases w:val="ft"/>
    <w:basedOn w:val="Normal"/>
    <w:link w:val="FooterChar"/>
    <w:uiPriority w:val="99"/>
    <w:rsid w:val="00C00D71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locked/>
    <w:rsid w:val="00C00D71"/>
    <w:rPr>
      <w:rFonts w:ascii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1</Pages>
  <Words>3</Words>
  <Characters>21</Characters>
  <Application>Microsoft Office Outlook</Application>
  <DocSecurity>0</DocSecurity>
  <Lines>0</Lines>
  <Paragraphs>0</Paragraphs>
  <ScaleCrop>false</ScaleCrop>
  <Company>DIDE Samou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Ευτυχία Χαλβαντζή</dc:creator>
  <cp:keywords/>
  <dc:description/>
  <cp:lastModifiedBy>oikon1</cp:lastModifiedBy>
  <cp:revision>24</cp:revision>
  <cp:lastPrinted>2017-10-10T10:15:00Z</cp:lastPrinted>
  <dcterms:created xsi:type="dcterms:W3CDTF">2017-07-26T12:12:00Z</dcterms:created>
  <dcterms:modified xsi:type="dcterms:W3CDTF">2018-10-23T08:13:00Z</dcterms:modified>
</cp:coreProperties>
</file>